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FF77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FF770E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72787F" w:rsidRDefault="0072787F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Grid Paper</w:t>
            </w:r>
          </w:p>
        </w:tc>
        <w:tc>
          <w:tcPr>
            <w:tcW w:w="5496" w:type="dxa"/>
            <w:gridSpan w:val="2"/>
          </w:tcPr>
          <w:p w:rsidR="00D85633" w:rsidRPr="008C13D7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1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buy a Happy Meal for $2.99 and an ice cream cone for $1.25.  How much do you spend?  What strategies can we use to add these numbers?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AB4A32" w:rsidRPr="0033680C" w:rsidRDefault="0033680C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leads conversation about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strategies learned:  repeated addition, number line, picture, and base 10 blocks.  Students solve problem with a partner and share strategy and solution with class.  Teacher introduces standard algorithm, modeling why it works with base 10 blocks.  Teacher gives students additional problems and </w:t>
            </w:r>
            <w:proofErr w:type="gramStart"/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  <w:proofErr w:type="gramEnd"/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with base 10 blocks and then record with pencil and paper.  Teacher models solving without base 10 blocks.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E3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Menu math page 6. Provide grid paper to assist students with lining up numbers.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727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Short post-test on addition strategies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BF577B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Larger Numbers</w:t>
            </w:r>
          </w:p>
        </w:tc>
        <w:tc>
          <w:tcPr>
            <w:tcW w:w="3672" w:type="dxa"/>
            <w:gridSpan w:val="3"/>
          </w:tcPr>
          <w:p w:rsidR="00E30904" w:rsidRPr="00CE7680" w:rsidRDefault="00BF577B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 for whole lesson</w:t>
            </w:r>
            <w:bookmarkStart w:id="0" w:name="_GoBack"/>
            <w:bookmarkEnd w:id="0"/>
          </w:p>
        </w:tc>
        <w:tc>
          <w:tcPr>
            <w:tcW w:w="3672" w:type="dxa"/>
          </w:tcPr>
          <w:p w:rsidR="00136CB3" w:rsidRPr="00CE7680" w:rsidRDefault="00AB4A32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Representations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Pr="00CE7680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224A5F"/>
    <w:rsid w:val="00274ACD"/>
    <w:rsid w:val="0028190D"/>
    <w:rsid w:val="0033680C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10DF8"/>
    <w:rsid w:val="0072787F"/>
    <w:rsid w:val="007B401D"/>
    <w:rsid w:val="008C13D7"/>
    <w:rsid w:val="009A1589"/>
    <w:rsid w:val="009A4A38"/>
    <w:rsid w:val="009B085C"/>
    <w:rsid w:val="00A35523"/>
    <w:rsid w:val="00A67FA5"/>
    <w:rsid w:val="00A8689F"/>
    <w:rsid w:val="00AB4A32"/>
    <w:rsid w:val="00B51CA8"/>
    <w:rsid w:val="00B82ADE"/>
    <w:rsid w:val="00BF577B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3905D8-94D1-4795-9730-77589BF9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Teacher</cp:lastModifiedBy>
  <cp:revision>2</cp:revision>
  <dcterms:created xsi:type="dcterms:W3CDTF">2012-07-18T13:32:00Z</dcterms:created>
  <dcterms:modified xsi:type="dcterms:W3CDTF">2012-07-18T13:32:00Z</dcterms:modified>
</cp:coreProperties>
</file>